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CC9B0" w14:textId="77777777" w:rsidR="00F43851" w:rsidRPr="00F43851" w:rsidRDefault="00F43851" w:rsidP="00F4385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4385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SARS-CoV-2/human/BHR/R1222690028093_S242_L001/2022, complete genome</w:t>
      </w:r>
    </w:p>
    <w:p w14:paraId="572255A1" w14:textId="77777777" w:rsidR="00F43851" w:rsidRPr="00F43851" w:rsidRDefault="00F43851" w:rsidP="00F438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t>GenBank: OM843550.1</w:t>
      </w:r>
    </w:p>
    <w:p w14:paraId="5B3BE285" w14:textId="77777777" w:rsidR="00F43851" w:rsidRPr="00F43851" w:rsidRDefault="00F43851" w:rsidP="00F438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"https://www.ncbi.nlm.nih.gov/nuccore/OM843550.1?report=fasta" </w:instrTex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38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"https://www.ncbi.nlm.nih.gov/nuccore/OM843550.1?report=graph" </w:instrTex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38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3550.1"/>
    <w:bookmarkEnd w:id="1"/>
    <w:p w14:paraId="236DEAC6" w14:textId="77777777" w:rsidR="00F43851" w:rsidRPr="00F43851" w:rsidRDefault="00F43851" w:rsidP="00F4385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"https://www.ncbi.nlm.nih.gov/nuccore/OM843550.1" \l "goto2200120274_0" </w:instrTex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438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438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AD47B5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LOCUS       OM843550               29847 bp    RNA     linear   VRL 27-FEB-2022</w:t>
      </w:r>
    </w:p>
    <w:p w14:paraId="548C37B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241EDB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SARS-CoV-2/human/BHR/R1222690028093_S242_L001/2022, complete</w:t>
      </w:r>
    </w:p>
    <w:p w14:paraId="5648C8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414BC2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ACCESSION   OM843550</w:t>
      </w:r>
    </w:p>
    <w:p w14:paraId="1268EFE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VERSION     OM843550.1</w:t>
      </w:r>
    </w:p>
    <w:p w14:paraId="5EC8C0D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69AFA5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2825C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3200F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5B42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B1787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0A8E8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29847)</w:t>
      </w:r>
    </w:p>
    <w:p w14:paraId="7AF0BC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007109A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0B8D3C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585C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(27-FEB-2022) Communicable Disease Laboratory, Public</w:t>
      </w:r>
    </w:p>
    <w:p w14:paraId="0CD966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0B3576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3550.1"/>
      <w:bookmarkEnd w:id="2"/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D0D1C2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1AFCBA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C78DC6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3AB668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3550.1"/>
      <w:bookmarkEnd w:id="3"/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1893B7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1..29847</w:t>
      </w:r>
    </w:p>
    <w:p w14:paraId="58BADF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41A565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6EA66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CF2F87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</w:t>
      </w:r>
    </w:p>
    <w:p w14:paraId="3031C8E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2/human/BHR/R1222690028093_S242_L001/2022"</w:t>
      </w:r>
    </w:p>
    <w:p w14:paraId="00F585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/isolation_source="nasal swab"</w:t>
      </w:r>
    </w:p>
    <w:p w14:paraId="661E16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B607F2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FB7A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D8CC2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7C04565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"https://www.ncbi.nlm.nih.gov/nuccore/OM843550.1?from=263&amp;to=21543"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263..21543</w:t>
      </w:r>
    </w:p>
    <w:p w14:paraId="4D71C3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6F0C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"https://www.ncbi.nlm.nih.gov/nuccore/OM843550.1?location=263:13456,13456:21543"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join(263..13456,13456..21543)</w:t>
      </w:r>
    </w:p>
    <w:p w14:paraId="5F2DC8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EF3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90043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FE926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943BD9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"https://www.ncbi.nlm.nih.gov/protein/2200120275"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ULV17979.1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CCC52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B398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EFFB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D949E4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883D3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A14E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95731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226B6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7FD56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2B32C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5B47CC1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6D79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D83A1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3968F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7D63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E53FC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063FC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5C978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2683D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9BF15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879A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33C74C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5807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92674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45DB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F9A5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58C61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B43D3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9C5CA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9BB3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3B4BF6B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4396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E9018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ED5D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27263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F329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8896C8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B1646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92B8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7B2903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854681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9297A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753BCD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27FC82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B2EC11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BB31E7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1A3DBF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63BA4A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928341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662601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70E46F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9C5A3C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E2839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83285D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544841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08CF0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9E7C00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ABF7F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F8378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1C103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4A8068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0F17F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71693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33E6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A3095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4F0C8C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45316D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2A017D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2BE5B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BB62A6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8597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E167F5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101EDD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B2A355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D4D5D7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C0778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5AD1B4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CFB4C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F9F8F7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74F9E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48524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2CBEFE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4BF768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0327AB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B99E9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A94A1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30C04D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F22FB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C0BFC3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2D6B8C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27B36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BECA3C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052B2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F9B6E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8EEF8E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2D0033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1186FD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1880FB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BCF62D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E1025B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C8342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298604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AB2A0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1CB8D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90ADF3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122053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12FF8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851FD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C7893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8C8A1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3ED3E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F9044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CA860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281F7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APAHISTIGVCSMTDIAKKPIETICAPLTVFFDGRVDGQVDLFRNARNGVLITEGSVK</w:t>
      </w:r>
    </w:p>
    <w:p w14:paraId="3EFE11E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40278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DCA4B3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4B36AA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20F1F9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93BFA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D017E9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D61F31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1B6C4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B963BE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"https://www.ncbi.nlm.nih.gov/protein/ULV17979.1?from=1&amp;to=180"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2D84FD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B42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6C470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"https://www.ncbi.nlm.nih.gov/protein/ULV17979.1?from=181&amp;to=818"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69ED56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0ACBE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3DF41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"https://www.ncbi.nlm.nih.gov/protein/ULV17979.1?from=819&amp;to=2763"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31CA5B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F06E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588D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"https://www.ncbi.nlm.nih.gov/protein/ULV17979.1?from=2764&amp;to=3263"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5043FE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88F2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E9C78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"https://www.ncbi.nlm.nih.gov/protein/ULV17979.1?from=3264&amp;to=3569"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43977A0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03F8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02A6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"https://www.ncbi.nlm.nih.gov/protein/ULV17979.1?from=3570&amp;to=3856"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BC47CE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9742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E8DC4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"https://www.ncbi.nlm.nih.gov/protein/ULV17979.1?from=3857&amp;to=3939"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6F572B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A68D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05C5D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"https://www.ncbi.nlm.nih.gov/protein/ULV17979.1?from=3940&amp;to=4137"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4482D3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A558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3B1358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"https://www.ncbi.nlm.nih.gov/protein/ULV17979.1?from=4138&amp;to=4250"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005F491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306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7AC1A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"https://www.ncbi.nlm.nih.gov/protein/ULV17979.1?from=4251&amp;to=4389"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06EF4B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F65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CD293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"https://www.ncbi.nlm.nih.gov/protein/ULV17979.1?from=4390&amp;to=5321"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23B3E3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3C82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42C26F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"https://www.ncbi.nlm.nih.gov/protein/ULV17979.1?from=5322&amp;to=5922"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3839EB6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8FF2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13227A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"https://www.ncbi.nlm.nih.gov/protein/ULV17979.1?from=5923&amp;to=6449"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2C2733D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D802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62AFE7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"https://www.ncbi.nlm.nih.gov/protein/ULV17979.1?from=6450&amp;to=6795"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6A71C7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E1A2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3D9ED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"https://www.ncbi.nlm.nih.gov/protein/ULV17979.1?from=6796&amp;to=7093"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1B0438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ED44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72C75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"https://www.ncbi.nlm.nih.gov/nuccore/OM843550.1?from=263&amp;to=13471"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263..13471</w:t>
      </w:r>
    </w:p>
    <w:p w14:paraId="56558B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A561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2659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B566B3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"https://www.ncbi.nlm.nih.gov/protein/2200120276"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ULV17980.1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5BFAF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B6C1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16E17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AD52C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1E33D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B7BC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B4910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2DE1B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38E74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0E22D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FKVTKGKAKKGAWNIGEQKSILSPLYAVASEAARVVRSIFSRTLETAQNSVRVLQKAA</w:t>
      </w:r>
    </w:p>
    <w:p w14:paraId="1F5AFF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0FB305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7B5E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EA80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604CF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674EC1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E929B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972D8F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F92C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31F4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7349C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E363E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97BE59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122A6F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6B5F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2737522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56648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5B4C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9D884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81A3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635BF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CC61D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D204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FC6C6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6D737C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83CC5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04434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3A874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07FC4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0909C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C6732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63C7DC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9B30B1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BE827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B9F35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5D8BEF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7222DD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546835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28F3A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71801B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F07B91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654130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26BAB0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78CBBB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D0AB16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4486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5E0EF3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14525F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CEFFB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43456F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6F9DD0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AA173D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EE6DE1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9E22A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49411E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F803AD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55E151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QEFRYMNSQGLLPPKNSIDAFKLNIKLLGVGGKPCIKVATVQSKMSDVKCTSVVLLSV</w:t>
      </w:r>
    </w:p>
    <w:p w14:paraId="555CA63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E60898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888F72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97F72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94D349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1E68C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4A10F7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1DBD3A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9536BB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057E7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767768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"https://www.ncbi.nlm.nih.gov/protein/ULV17980.1?from=1&amp;to=180"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673A35E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332E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84D13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"https://www.ncbi.nlm.nih.gov/protein/ULV17980.1?from=181&amp;to=818"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675BD5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FF5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1B2D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"https://www.ncbi.nlm.nih.gov/protein/ULV17980.1?from=819&amp;to=2763"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2F9B88D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C65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3007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"https://www.ncbi.nlm.nih.gov/protein/ULV17980.1?from=2764&amp;to=3263"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3A30F4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ED13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FC24E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"https://www.ncbi.nlm.nih.gov/protein/ULV17980.1?from=3264&amp;to=3569"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2A21C0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DE6E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46059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"https://www.ncbi.nlm.nih.gov/protein/ULV17980.1?from=3570&amp;to=3856"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C50CD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9171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28D5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"https://www.ncbi.nlm.nih.gov/protein/ULV17980.1?from=3857&amp;to=3939"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609D30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EFFA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81A25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"https://www.ncbi.nlm.nih.gov/protein/ULV17980.1?from=3940&amp;to=4137"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343E088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D9CE8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D3EB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"https://www.ncbi.nlm.nih.gov/protein/ULV17980.1?from=4138&amp;to=4250"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7D0AE9F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FCE8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761EF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"https://www.ncbi.nlm.nih.gov/protein/ULV17980.1?from=4251&amp;to=4389"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33C230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8249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40DAD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"https://www.ncbi.nlm.nih.gov/protein/ULV17980.1?from=4390&amp;to=4402"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51790F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42041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47F631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"https://www.ncbi.nlm.nih.gov/nuccore/OM843550.1?from=13464&amp;to=13491"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06092AE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050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E6348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7B19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"https://www.ncbi.nlm.nih.gov/nuccore/OM843550.1?from=13476&amp;to=13530"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139CB4F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734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0A061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9843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"https://www.ncbi.nlm.nih.gov/nuccore/OM843550.1?from=21551&amp;to=25363"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1F62403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4773F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"https://www.ncbi.nlm.nih.gov/nuccore/OM843550.1?from=21551&amp;to=25363"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2B37FA8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940C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A3039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FCDA66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"https://www.ncbi.nlm.nih.gov/protein/2200120277"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ULV17981.1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7487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48485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B009C1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FGTTLDSKTQSLLIVNNATNVVIKVCEFQFCNDPFLGVYYHKNNKSWMESEFRVYSSA</w:t>
      </w:r>
    </w:p>
    <w:p w14:paraId="4171F0B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B2D1AD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6C5D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44A552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2B1987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2335BF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75BA57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1E7897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A908B4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3B9A0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790CEB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95729F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FF16FF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C627B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91E48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9BCD9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DDCD4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4184B4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30C7E4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55D02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1E1D0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"https://www.ncbi.nlm.nih.gov/nuccore/OM843550.1?from=25372&amp;to=26199"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524CD21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2389F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"https://www.ncbi.nlm.nih.gov/nuccore/OM843550.1?from=25372&amp;to=26199"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36701CD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0E939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3FA4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9D3E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"https://www.ncbi.nlm.nih.gov/protein/2200120278"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ULV17982.1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4144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B3C0A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5A1ED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15DE59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A3D90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6D48C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"https://www.ncbi.nlm.nih.gov/nuccore/OM843550.1?from=26224&amp;to=26451"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332561A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1FFBD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"https://www.ncbi.nlm.nih.gov/nuccore/OM843550.1?from=26224&amp;to=26451"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320E2FF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52F90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28B41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391F7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"https://www.ncbi.nlm.nih.gov/protein/2200120279"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ULV17983.1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C3655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014849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E2F6C9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"https://www.ncbi.nlm.nih.gov/nuccore/OM843550.1?from=26502&amp;to=27170"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1C65F7F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EE64B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"https://www.ncbi.nlm.nih.gov/nuccore/OM843550.1?from=26502&amp;to=27170"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33F2AF6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3FBDB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5CD66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C9A734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"https://www.ncbi.nlm.nih.gov/protein/2200120280"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ULV17984.1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4654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5126573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6EC1F4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7912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CB8B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1A1EA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"https://www.ncbi.nlm.nih.gov/nuccore/OM843550.1?from=27181&amp;to=27366"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3BAC4C9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031E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"https://www.ncbi.nlm.nih.gov/nuccore/OM843550.1?from=27181&amp;to=27366"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7EBB3A1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B06D4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C3BD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7090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"https://www.ncbi.nlm.nih.gov/protein/2200120281"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ULV17985.1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59FB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706D69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C62B9B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"https://www.ncbi.nlm.nih.gov/nuccore/OM843550.1?from=27373&amp;to=27738"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527A91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2E5DF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"https://www.ncbi.nlm.nih.gov/nuccore/OM843550.1?from=27373&amp;to=27738"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64D75F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5733B9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C12B6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DA9EBD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"https://www.ncbi.nlm.nih.gov/protein/2200120282"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ULV17986.1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C8D1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14190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11D9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ADC306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"https://www.ncbi.nlm.nih.gov/nuccore/OM843550.1?from=27735&amp;to=27866"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7C3AF24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6E8E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"https://www.ncbi.nlm.nih.gov/nuccore/OM843550.1?from=27735&amp;to=27866"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3856E6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E4591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3BDF1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EB484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ULV17987.1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FD5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6DC71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"https://www.ncbi.nlm.nih.gov/nuccore/OM843550.1?from=27873&amp;to=28238"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0200835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BB3D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"https://www.ncbi.nlm.nih.gov/nuccore/OM843550.1?from=27873&amp;to=28238"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722BA2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0A6A9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A882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4A9A31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"https://www.ncbi.nlm.nih.gov/protein/2200120284"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ULV17988.1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E2F32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F9665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7C571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CAAEA8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"https://www.ncbi.nlm.nih.gov/nuccore/OM843550.1?from=28253&amp;to=29503"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53F369C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2E98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"https://www.ncbi.nlm.nih.gov/nuccore/OM843550.1?from=28253&amp;to=29503"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629DDE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7C89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B88C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BFF625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"https://www.ncbi.nlm.nih.gov/protein/2200120285"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ULV17989.1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6CFF8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3936FA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A2F277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E0908B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A05F8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27E5C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4AF37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0F0E84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50C57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"https://www.ncbi.nlm.nih.gov/nuccore/OM843550.1?from=29528&amp;to=29644"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45978CF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20727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"https://www.ncbi.nlm.nih.gov/nuccore/OM843550.1?from=29528&amp;to=29644"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478483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BFDD9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A5504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904E2B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"https://www.ncbi.nlm.nih.gov/protein/2200120286"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ULV17990.1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7A98A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93F9A4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"https://www.ncbi.nlm.nih.gov/nuccore/OM843550.1?from=29579&amp;to=29614"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580EA4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D92F9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02E55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"https://www.ncbi.nlm.nih.gov/nuccore/OM843550.1?from=29599&amp;to=29627"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1924B9E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FDC75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2D418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"https://www.ncbi.nlm.nih.gov/nuccore/OM843550.1?from=29698&amp;to=29712" </w:instrTex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438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29698..29712</w:t>
      </w:r>
    </w:p>
    <w:p w14:paraId="6DBB3C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31B980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4A3E3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3550.1"/>
      <w:bookmarkEnd w:id="4"/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accttcccag gtaacaaacc aaccaacttt cgatctcttg tagatctgtt</w:t>
      </w:r>
    </w:p>
    <w:p w14:paraId="6E60CCA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129877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7E2EC4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6339D94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3D5190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7D3376E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3A662D1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7CDD118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47F6C5D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6110490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48CE8AC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ccataggtac ggcgccgatc taaagtcatt tgacttaggc gacgagcttg gcactgatcc</w:t>
      </w:r>
    </w:p>
    <w:p w14:paraId="36AECA1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6A8B870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05C7297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448EE75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394CD8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541BA5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43AA41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75951A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tgatggcttt atgggtagaa ttcgatctgt ctatccagtt gcgtcaccaa atgaatgcaa</w:t>
      </w:r>
    </w:p>
    <w:p w14:paraId="74209EB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227609A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255E366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2A59A6E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4C646FB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441F89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08EF31B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taaccataca ggtgttgttg gagaaggttc cgaaggtctt aatgacaacc ttcttgaaat</w:t>
      </w:r>
    </w:p>
    <w:p w14:paraId="5B52FF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1A25047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192979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671446D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0FEFD0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ttatgcagtt gcatcagagg ctgctcgtgt tgtacgatca attttctccc gcactcttga</w:t>
      </w:r>
    </w:p>
    <w:p w14:paraId="7E22538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05EB22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289C6A8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13AEC5E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32EB36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04953D4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6C5BF8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1F59131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373DB25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54EEB5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64AD353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63DE6ED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674E35D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3E748B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180D9E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atatcatttt tgaacttgat gaaaggattg ataaagtact</w:t>
      </w:r>
    </w:p>
    <w:p w14:paraId="5D84FAC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taatgagaag tgctctgcct atacagttga actcggtaca gaagtaaatg agttcgcctg</w:t>
      </w:r>
    </w:p>
    <w:p w14:paraId="5195329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63C332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5270BD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4A2D75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4D0FF28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77D740C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17DD5D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226721C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6987D3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1AC865F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14FC26C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28691B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635D64F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10F62B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tgcttatgaa aattttaatc agcacgaagt tctacttgca ccattattat cagctggtat</w:t>
      </w:r>
    </w:p>
    <w:p w14:paraId="4EF443D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0BDB30C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72E9FE9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15D862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2956605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71BA436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11B83B1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cattgacatc actttcttaa agaaagatgc tccatatata gtgggtgatg ttgttcaaga</w:t>
      </w:r>
    </w:p>
    <w:p w14:paraId="63C0445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agtggcacta ctgaaatgct</w:t>
      </w:r>
    </w:p>
    <w:p w14:paraId="6209922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2439650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aaagtgcttt</w:t>
      </w:r>
    </w:p>
    <w:p w14:paraId="48E646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4530CD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7C53411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20F48AC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607D17D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3A0940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100683F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650219C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1CA419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5E74EE6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46EB61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4F0A408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575A60D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41431F1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470C3AD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3B3994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2B01243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65D8534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gctgctaact tttgtgcact</w:t>
      </w:r>
    </w:p>
    <w:p w14:paraId="36FF0B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7156F5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301A763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0235C32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638D22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386CFA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47D966A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7A433FF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00FB101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3AA56FA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77B9AB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aagcttcgat aattttaagt ttgtatgtga</w:t>
      </w:r>
    </w:p>
    <w:p w14:paraId="28FF6FC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6A70A6A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7EB6EBD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acactacaca ccctctttta agaaaggagc taaattgtta cataaaccta ttgtttggca</w:t>
      </w:r>
    </w:p>
    <w:p w14:paraId="4A82DC1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19424CB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1F86446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7CFAEC2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41433C2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caaataatag tttaaaaatt acagaagagg ttggccacac</w:t>
      </w:r>
    </w:p>
    <w:p w14:paraId="4B66D0C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42640F6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atctagagta ttaggtttga aaacccttgc tactcatggt ttagctgctg ttaatagtgt</w:t>
      </w:r>
    </w:p>
    <w:p w14:paraId="13AFA3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5415ECD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682BEF3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7884D52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1AF2915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66BE6B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322C36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6545CA6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417259A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5AE6817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58024AC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6AFAF71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38E584B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58225C2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3935B9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5D0FD25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43053F8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3B6200E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39CA15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1895AF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418206B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3447BBF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3F03FD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1724E0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7CBADE6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27F2B3E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24ECEF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309F682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6E6BC13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cacaacattg ctttgatatg</w:t>
      </w:r>
    </w:p>
    <w:p w14:paraId="36DF358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2C15C69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5A6FCE4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0E48F0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1F4DA9F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017EA52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729382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2002F3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2C48EE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0502137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3BB0DC1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0AF883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7ACE066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ttatgtgctc atggatggct ctattattca atttcctaac acctaccttg aaggttctgt</w:t>
      </w:r>
    </w:p>
    <w:p w14:paraId="4CD7A2A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0788FFB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2DC62DA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tttactaata tgtttacacc</w:t>
      </w:r>
    </w:p>
    <w:p w14:paraId="26D124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406F202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ggctatcgta gtaacatgcc ttgcctacta ttttatgagg tttagaagag cttttggtga</w:t>
      </w:r>
    </w:p>
    <w:p w14:paraId="02310E4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ttgtactctg</w:t>
      </w:r>
    </w:p>
    <w:p w14:paraId="2EFD5D4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48F17D4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7360455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4F51030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71EF12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7B930CC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cttttacgca atataataga tacttagctc tttataataa</w:t>
      </w:r>
    </w:p>
    <w:p w14:paraId="535EFD4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7E282AF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660453B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4F0B75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05B15F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aagatatgct</w:t>
      </w:r>
    </w:p>
    <w:p w14:paraId="00B3458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787E504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20D9F17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6411EAA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1E63E2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gagacacaat ttcactatta agggttcatt ccttaatggt tcatgtggta gtgttggttt</w:t>
      </w:r>
    </w:p>
    <w:p w14:paraId="7903C64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20D9706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50B9C94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026C7D6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171441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7F28281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429806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5D3B636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4A62590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39FDB11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547E9F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18A6F4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58049E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4436348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tttgaagcta aaagactgtg ttatgtatgc atcagctgta gtgttactaa tccttatgac</w:t>
      </w:r>
    </w:p>
    <w:p w14:paraId="6E8A71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502ED7B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30155A7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3E3C9E2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aggtattgtt tttatgtgtg ttgagtattg ccctattttc ttcataactg gtaatacact</w:t>
      </w:r>
    </w:p>
    <w:p w14:paraId="368B77D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1F802AE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cttttgttta ctcaaccgct actttagact gactcttggt gtttatgatt acttagtttc</w:t>
      </w:r>
    </w:p>
    <w:p w14:paraId="12FA863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2FFB722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5C560B6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6C00E0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78C036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00EC960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0F4541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6EFCD6F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74D0781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7C9D152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3141558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327C011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5A42239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365C7B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14F7CC1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015D000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67D78B9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5313521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2741E63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2628E6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gtactattta tacagaactg gaaccacctt gtaggtttgt</w:t>
      </w:r>
    </w:p>
    <w:p w14:paraId="0A2C24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5A856D7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4BC4F3D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5DCBBD9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6C347FE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gttacaccgg aagccaatat</w:t>
      </w:r>
    </w:p>
    <w:p w14:paraId="351B90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7D71C8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112B22D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3EE404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4C8F270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2ADA26C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0E0E0F8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4C75D40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5F54F1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acaatttata atttacttaa ggattgtcca gctgttgcta aacatgactt ctttaagttt</w:t>
      </w:r>
    </w:p>
    <w:p w14:paraId="58B45DB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1A7C8C6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3722169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31CA79C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3FAE7A9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23A2E98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3BE48EC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4A45E9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ttaaccttga ccagggcttt aactgcagag tcacatgttg acactgactt aacaaagcct</w:t>
      </w:r>
    </w:p>
    <w:p w14:paraId="770A1D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5A25C39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75CC952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4483B0B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0B1F66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4EBA65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5FDAC66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66FA5E9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2E0BCC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15BAD24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3B225A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2FF0A64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3E28CAF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3E001EC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25A9B47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7A7C78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1432D5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ggcacaacat gttaaaaact</w:t>
      </w:r>
    </w:p>
    <w:p w14:paraId="7D3523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7A94795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2CFF53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5A39C45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752D91F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7046C86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6683702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5B73A7A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tttctgacga tgctgttgtg</w:t>
      </w:r>
    </w:p>
    <w:p w14:paraId="7EF346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55DEA34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592A46F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45F039D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2BE86A2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0E3CA9E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484F50B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25D987F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254169F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tacacaccgc atacagtctt acaggctgtt ggggcttgtg ttctttgcaa ttcacagact</w:t>
      </w:r>
    </w:p>
    <w:p w14:paraId="598A15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215EE6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50B55FC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592826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7451CC4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0116D97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64A1BF6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2C3911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actgtacgtg aagtgctgtc tgacagagaa ttacatcttt catgggaagt tggtaaacct</w:t>
      </w:r>
    </w:p>
    <w:p w14:paraId="246C2D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6528CCC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6943F4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6F175E9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6E94BF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5B8E88D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06238B1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1C9B26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072F4A7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3C47E6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2D7236E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cagattatgt</w:t>
      </w:r>
    </w:p>
    <w:p w14:paraId="11B1605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5CC8A47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185A6D6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6023F22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5E0D343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3B999D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0F3CA1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241AEEC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38484C4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48A2E1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2BAF4E8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7F640D1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3C5653B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56D5735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55B763E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778009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05E649C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6EA905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654B82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1CC8522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4C03CB6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489EFB3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1618742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ggatttgatt acgtctataa tccgtttatg attgatgttc aacaatgggg ttttacaggt</w:t>
      </w:r>
    </w:p>
    <w:p w14:paraId="432CC9B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2843719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3E6A386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0C01986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343FDBD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10E0B03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16D4751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6F9D922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tatcctgcta attccattgt ttgtagattt gacactagag tgctatctaa ccttaacttg</w:t>
      </w:r>
    </w:p>
    <w:p w14:paraId="0AFDD4D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46DB05C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5B78D28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4531198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07AC0D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6E8FDF9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20808A4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7E44ABA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2B7A809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15A4B13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6A2F954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3E7F6A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aattgaaacg atttgtgcac cactcactgt cttttttgat</w:t>
      </w:r>
    </w:p>
    <w:p w14:paraId="391D5F0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36D2F6E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gagggtagtg ttaaaggttt acaaccatct gtaggtccca aacaagctag tcttaatgga</w:t>
      </w:r>
    </w:p>
    <w:p w14:paraId="56566B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4C759BE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56EA24B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6F8E49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40B523B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002706F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7442ADA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3D0DF3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5B4D31F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3B82BE6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21D0327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4B2BE08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6D51A62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70613EA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5DAE586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0481398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6C8819E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3C55848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37CB48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0C9EB09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gcgtcatcat ctgaagcatt tttaattgga tgtaattatc ttggcaaacc acgcgaacaa</w:t>
      </w:r>
    </w:p>
    <w:p w14:paraId="3EE94A5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16D538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0CDA0BD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2406097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16A698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10398C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tcttataacc agaactcaat catacactaa ttctttcaca cgtggtgttt attaccctga</w:t>
      </w:r>
    </w:p>
    <w:p w14:paraId="0AC4D0E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caaagttttc agatcctcag ttttacattc aactcaggac ttgttcttac ctttcttttc</w:t>
      </w:r>
    </w:p>
    <w:p w14:paraId="3B8F0D3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caatgttact tggttccatg ctatacatgt ctctgggacc aatggtacta agaggtttga</w:t>
      </w:r>
    </w:p>
    <w:p w14:paraId="79FB45B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tccactgaga agtctaacat</w:t>
      </w:r>
    </w:p>
    <w:p w14:paraId="37AE103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2BB0D15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395BDB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tttgggtgtt tattaccaca aaaacaacaa aagttggatg gaaagtgagt tcagagttta</w:t>
      </w:r>
    </w:p>
    <w:p w14:paraId="140A839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ttctagtgcg aataattgca cttttgaata tgtctctcag ccttttctta tggaccttga</w:t>
      </w:r>
    </w:p>
    <w:p w14:paraId="7265D5D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aggaaaacag ggtaatttca aaaatcttag ggaatttgtg tttaagaata ttgatggtta</w:t>
      </w:r>
    </w:p>
    <w:p w14:paraId="47CAAC7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ttttaaaata tattctaagc acacgcctat taatttaggg cgtgatctcc ctcagggttt</w:t>
      </w:r>
    </w:p>
    <w:p w14:paraId="4546629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383FFD4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09E4C49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2856C45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23B76EF6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4F28AB0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66363FA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gccaccagat ttgcatctgt ttatgcttgg aacaggaaga gaatcagcaa</w:t>
      </w:r>
    </w:p>
    <w:p w14:paraId="4A35AD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tttcgcacca tttttcgctt ttaagtgtta</w:t>
      </w:r>
    </w:p>
    <w:p w14:paraId="0853EFC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1721A4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ggtaatgaag tcagccaaat cgctccaggg caaactggaa atattgctga</w:t>
      </w:r>
    </w:p>
    <w:p w14:paraId="00A7A6C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3AB63DF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aaggttggtg gtaattataa ttacctgtat agattgttta ggaagtctaa</w:t>
      </w:r>
    </w:p>
    <w:p w14:paraId="7C7326F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68AB6E1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tcatatggtt tccgacccac</w:t>
      </w:r>
    </w:p>
    <w:p w14:paraId="13AB020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227AB88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59065DB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caggcacagg tgttcttact gagtctaaca aaaagtttct</w:t>
      </w:r>
    </w:p>
    <w:p w14:paraId="644669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7C3753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71913D6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6BEC9B1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6F05932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43EAE6A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259F8A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748C92C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4FE82A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18AA7FA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gtacatttgt ggtgattcaa ctgaatgcag caatcttttg ttgcaatatg gcagtttttg</w:t>
      </w:r>
    </w:p>
    <w:p w14:paraId="5FEFA9F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08585E7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412BFC9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4F867AD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752323E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aagtttaacg gccttactgt</w:t>
      </w:r>
    </w:p>
    <w:p w14:paraId="60245B2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6DCA07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7A8C41D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gcaaatggct tataggttta atggtattgg agttacacag aatgttctct atgagaacca</w:t>
      </w:r>
    </w:p>
    <w:p w14:paraId="71C662D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62C9CF0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731931E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289CB21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cctttcacgt cttgacaaag ttgaggctga agtgcaaatt gataggttga tcacaggcag</w:t>
      </w:r>
    </w:p>
    <w:p w14:paraId="1E687B9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295B016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23520F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1E168ED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627313D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73CD065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1B79B67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2758B7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gaattagact cattcaagga ggagttagat aaatatttta agaatcatac</w:t>
      </w:r>
    </w:p>
    <w:p w14:paraId="11801C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7AD1EB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62393D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48F92B0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19F5332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6EB7C65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1B41D94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4838ECB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4ADE926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57A37CC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35F6550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4627CD1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7FF4FC3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747CE80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76DD4B5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22A07F3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023CE10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tacagacatt</w:t>
      </w:r>
    </w:p>
    <w:p w14:paraId="7492B6E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3B7F3CB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1B4A35C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08FE6E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23DD83F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tttcttgctt tcgtggtatt cttgctagtt acactagcca tccttactgc gcttcgattg</w:t>
      </w:r>
    </w:p>
    <w:p w14:paraId="041B5BF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28A3DB0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3116CCF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catggcagat tccaacggta</w:t>
      </w:r>
    </w:p>
    <w:p w14:paraId="52C24B1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ttgaacaatg gaacctagta ataggtttcc</w:t>
      </w:r>
    </w:p>
    <w:p w14:paraId="02C79B0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3E92538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0E9C081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12EE355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ttgtaggctt gatgtggctc agctacttca ttgcttcttt cagactgttt gcgcgtacgc</w:t>
      </w:r>
    </w:p>
    <w:p w14:paraId="57820BA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3306ABF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2200CEF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1410D39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6491227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2EE4F3D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206A940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33BDE1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167F043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21D1B37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ctctaaacga acatgaaaat tattcttttc ttggcactga taacactcgc tacttgtgag</w:t>
      </w:r>
    </w:p>
    <w:p w14:paraId="04DE648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62C42EE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1B48C1F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5145FD5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0514DFE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0CDF617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70AAC7F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62C5BE8B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572BD1B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4718E638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2144C78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66A7C0C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4C9AEB8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6E4B83F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6211C13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5E2D4C6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0AD87F2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2E91F6E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30BA7EB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7D9C418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6E8A5BA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4CEA71A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5915F93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3B078B8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ctcatcacgt agtcgcaaca gttcaagaaa ttcaactcca ggcagcagta aacgaacttc</w:t>
      </w:r>
    </w:p>
    <w:p w14:paraId="2B7F8E6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57861A1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4EA4ECE7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28214B5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2054E26A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737EB5C0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5F0F7E4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706B9F6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caaagatcaa gtcattttgc tgaataagca tattgacgca tacaaaacat tcccaccaac</w:t>
      </w:r>
    </w:p>
    <w:p w14:paraId="6BCE8B01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6DB790E2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363E211E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tccatgagcc gtgctgactc aactcaggcc taaactcatg cagaccacac</w:t>
      </w:r>
    </w:p>
    <w:p w14:paraId="08894ED9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16A2913C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75AA5953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2331BDA4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acctacagtg aacaatgcta gggagagctg cctatatgga agagccctaa tgtgtaaaat</w:t>
      </w:r>
    </w:p>
    <w:p w14:paraId="4644F30D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taattttagt agtgctatcc ccatgtgatt ttaatagctt cttannnnnn nnnnaaaaaa</w:t>
      </w:r>
    </w:p>
    <w:p w14:paraId="5E2D1595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</w:t>
      </w:r>
    </w:p>
    <w:p w14:paraId="02A1E97F" w14:textId="77777777" w:rsidR="00F43851" w:rsidRPr="00F43851" w:rsidRDefault="00F43851" w:rsidP="00F438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4385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701D73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85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3851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97BF0"/>
  <w15:chartTrackingRefBased/>
  <w15:docId w15:val="{0BBC1A98-7625-3141-9CF5-BB93FF83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7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1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10752</Words>
  <Characters>61290</Characters>
  <Application>Microsoft Office Word</Application>
  <DocSecurity>0</DocSecurity>
  <Lines>510</Lines>
  <Paragraphs>143</Paragraphs>
  <ScaleCrop>false</ScaleCrop>
  <Company/>
  <LinksUpToDate>false</LinksUpToDate>
  <CharactersWithSpaces>71899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2023-01-31T10:02:00Z</dcterms:created>
  <dcterms:modified xsi:type="dcterms:W3CDTF">2023-01-31T10:03:00Z</dcterms:modified>
</cp:coreProperties>
</file>